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3900"/>
        <w:gridCol w:w="4394"/>
      </w:tblGrid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09F4" w:rsidRDefault="00B809F4"/>
        </w:tc>
        <w:tc>
          <w:tcPr>
            <w:tcW w:w="3900" w:type="dxa"/>
            <w:noWrap/>
            <w:vAlign w:val="center"/>
            <w:hideMark/>
          </w:tcPr>
          <w:p w:rsidR="00B809F4" w:rsidRDefault="00B809F4"/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6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09F4" w:rsidRDefault="00B809F4"/>
        </w:tc>
        <w:tc>
          <w:tcPr>
            <w:tcW w:w="3900" w:type="dxa"/>
            <w:noWrap/>
            <w:vAlign w:val="center"/>
            <w:hideMark/>
          </w:tcPr>
          <w:p w:rsidR="00B809F4" w:rsidRDefault="00B809F4"/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</w:tc>
      </w:tr>
      <w:tr w:rsidR="00B809F4" w:rsidTr="00B85E9F">
        <w:trPr>
          <w:cantSplit/>
        </w:trPr>
        <w:tc>
          <w:tcPr>
            <w:tcW w:w="5245" w:type="dxa"/>
            <w:gridSpan w:val="2"/>
            <w:noWrap/>
            <w:vAlign w:val="center"/>
            <w:hideMark/>
          </w:tcPr>
          <w:p w:rsidR="00B809F4" w:rsidRDefault="00B809F4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</w:t>
            </w: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vAlign w:val="center"/>
            <w:hideMark/>
          </w:tcPr>
          <w:p w:rsidR="00B809F4" w:rsidRDefault="00B809F4"/>
        </w:tc>
        <w:tc>
          <w:tcPr>
            <w:tcW w:w="3900" w:type="dxa"/>
            <w:noWrap/>
            <w:vAlign w:val="center"/>
            <w:hideMark/>
          </w:tcPr>
          <w:p w:rsidR="00B809F4" w:rsidRDefault="00B809F4"/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vAlign w:val="center"/>
            <w:hideMark/>
          </w:tcPr>
          <w:p w:rsidR="00B809F4" w:rsidRDefault="00B809F4"/>
        </w:tc>
        <w:tc>
          <w:tcPr>
            <w:tcW w:w="3900" w:type="dxa"/>
            <w:noWrap/>
            <w:vAlign w:val="center"/>
            <w:hideMark/>
          </w:tcPr>
          <w:p w:rsidR="00B809F4" w:rsidRDefault="00B809F4"/>
        </w:tc>
        <w:tc>
          <w:tcPr>
            <w:tcW w:w="4394" w:type="dxa"/>
            <w:noWrap/>
            <w:vAlign w:val="center"/>
            <w:hideMark/>
          </w:tcPr>
          <w:p w:rsidR="00B809F4" w:rsidRDefault="00B809F4" w:rsidP="00B85E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B85E9F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B85E9F">
              <w:rPr>
                <w:szCs w:val="28"/>
              </w:rPr>
              <w:t>278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:rsidR="00B809F4" w:rsidRDefault="00B809F4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900" w:type="dxa"/>
            <w:noWrap/>
            <w:vAlign w:val="bottom"/>
            <w:hideMark/>
          </w:tcPr>
          <w:p w:rsidR="00B809F4" w:rsidRDefault="00B809F4"/>
        </w:tc>
        <w:tc>
          <w:tcPr>
            <w:tcW w:w="4394" w:type="dxa"/>
            <w:noWrap/>
            <w:vAlign w:val="bottom"/>
            <w:hideMark/>
          </w:tcPr>
          <w:p w:rsidR="00B809F4" w:rsidRDefault="00B809F4"/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 8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20 декабря 2019 года №187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bottom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center"/>
            <w:hideMark/>
          </w:tcPr>
          <w:p w:rsidR="00B809F4" w:rsidRDefault="00B809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B809F4" w:rsidTr="00B85E9F">
        <w:trPr>
          <w:cantSplit/>
        </w:trPr>
        <w:tc>
          <w:tcPr>
            <w:tcW w:w="1345" w:type="dxa"/>
            <w:noWrap/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3900" w:type="dxa"/>
            <w:noWrap/>
            <w:vAlign w:val="bottom"/>
          </w:tcPr>
          <w:p w:rsidR="00B809F4" w:rsidRDefault="00B809F4">
            <w:pPr>
              <w:rPr>
                <w:szCs w:val="28"/>
              </w:rPr>
            </w:pPr>
          </w:p>
        </w:tc>
        <w:tc>
          <w:tcPr>
            <w:tcW w:w="4394" w:type="dxa"/>
            <w:noWrap/>
            <w:vAlign w:val="bottom"/>
            <w:hideMark/>
          </w:tcPr>
          <w:p w:rsidR="00B809F4" w:rsidRDefault="00B809F4" w:rsidP="00B85E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B85E9F">
              <w:rPr>
                <w:szCs w:val="28"/>
              </w:rPr>
              <w:t>25 сентября 2020 года</w:t>
            </w:r>
            <w:r>
              <w:rPr>
                <w:szCs w:val="28"/>
              </w:rPr>
              <w:t xml:space="preserve"> № </w:t>
            </w:r>
            <w:r w:rsidR="00B85E9F">
              <w:rPr>
                <w:szCs w:val="28"/>
              </w:rPr>
              <w:t>278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</w:tbl>
    <w:p w:rsidR="00B809F4" w:rsidRDefault="00B809F4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408"/>
        <w:gridCol w:w="885"/>
        <w:gridCol w:w="910"/>
        <w:gridCol w:w="2091"/>
      </w:tblGrid>
      <w:tr w:rsidR="00B809F4" w:rsidTr="0045270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B809F4" w:rsidRDefault="00B809F4" w:rsidP="002F3D62">
            <w:pPr>
              <w:rPr>
                <w:szCs w:val="28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2F3D62">
            <w:pPr>
              <w:rPr>
                <w:szCs w:val="2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2F3D62">
            <w:pPr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2F3D62">
            <w:pPr>
              <w:rPr>
                <w:szCs w:val="28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2F3D62">
            <w:pPr>
              <w:rPr>
                <w:szCs w:val="28"/>
              </w:rPr>
            </w:pPr>
          </w:p>
        </w:tc>
      </w:tr>
      <w:tr w:rsidR="00B809F4" w:rsidTr="00452709">
        <w:trPr>
          <w:cantSplit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709" w:rsidRDefault="00452709" w:rsidP="002F3D62">
            <w:pPr>
              <w:jc w:val="center"/>
              <w:rPr>
                <w:szCs w:val="28"/>
              </w:rPr>
            </w:pPr>
          </w:p>
          <w:p w:rsidR="00B809F4" w:rsidRDefault="00B809F4" w:rsidP="002F3D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БЮДЖЕТНЫХ АССИГНОВАНИЙ </w:t>
            </w:r>
            <w:r>
              <w:rPr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Cs w:val="28"/>
              </w:rPr>
              <w:br/>
              <w:t>на 2020 год</w:t>
            </w:r>
          </w:p>
        </w:tc>
      </w:tr>
      <w:tr w:rsidR="00B809F4" w:rsidTr="00452709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Default="00B809F4" w:rsidP="002F3D6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Default="00B809F4" w:rsidP="002F3D6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Default="00B809F4" w:rsidP="002F3D6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Default="00B809F4" w:rsidP="002F3D6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Default="00B809F4" w:rsidP="002F3D6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B809F4" w:rsidTr="00452709">
        <w:trPr>
          <w:cantSplit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2F3D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2F3D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2F3D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2F3D6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2F3D62">
            <w:pPr>
              <w:jc w:val="right"/>
              <w:rPr>
                <w:sz w:val="24"/>
                <w:szCs w:val="24"/>
              </w:rPr>
            </w:pPr>
            <w:r>
              <w:t>(тыс.рублей)</w:t>
            </w:r>
          </w:p>
        </w:tc>
      </w:tr>
      <w:tr w:rsidR="00B809F4" w:rsidRPr="00452709" w:rsidTr="00452709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№</w:t>
            </w:r>
            <w:r w:rsidRPr="0045270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0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Рз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Пр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Сумма</w:t>
            </w:r>
          </w:p>
        </w:tc>
      </w:tr>
    </w:tbl>
    <w:p w:rsidR="00B809F4" w:rsidRPr="00452709" w:rsidRDefault="00B809F4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408"/>
        <w:gridCol w:w="885"/>
        <w:gridCol w:w="910"/>
        <w:gridCol w:w="2091"/>
      </w:tblGrid>
      <w:tr w:rsidR="00B809F4" w:rsidRPr="00452709" w:rsidTr="00452709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</w:t>
            </w:r>
          </w:p>
        </w:tc>
        <w:tc>
          <w:tcPr>
            <w:tcW w:w="5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5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2F3D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b/>
                <w:bCs/>
                <w:sz w:val="24"/>
                <w:szCs w:val="24"/>
              </w:rPr>
            </w:pPr>
            <w:r w:rsidRPr="0045270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452709">
            <w:pPr>
              <w:jc w:val="right"/>
              <w:rPr>
                <w:b/>
                <w:bCs/>
                <w:sz w:val="24"/>
                <w:szCs w:val="24"/>
              </w:rPr>
            </w:pPr>
            <w:r w:rsidRPr="00452709">
              <w:rPr>
                <w:b/>
                <w:bCs/>
                <w:sz w:val="24"/>
                <w:szCs w:val="24"/>
              </w:rPr>
              <w:t>4 157 839,6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в том числе: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1.</w:t>
            </w: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442 242,8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02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1 807,3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03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4 356,9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151 925,7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16,5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06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31 155,8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07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1 642,8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11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3 000,0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13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248 337,8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2.</w:t>
            </w: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31,3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31,3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3.</w:t>
            </w: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89 982,3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09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89 982,3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4.</w:t>
            </w: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313 612,9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688,1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Транспорт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08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10 655,3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09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259 985,7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10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11 166,9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11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3 780,0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12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27 336,9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5.</w:t>
            </w: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1 029 530,5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5 434,2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02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667 805,5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03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329 737,9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26 552,9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Образование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1 685 463,1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630 523,2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02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766 291,0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03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186 467,3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1 727,6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07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19 830,9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09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80 623,1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7.</w:t>
            </w: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260 120,6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Культура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238 926,1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21 194,5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8.</w:t>
            </w: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114 827,6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8 586,0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03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22 162,3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04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84 079,3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9.</w:t>
            </w: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222 028,5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218 971,7</w:t>
            </w: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RPr="00452709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B809F4">
            <w:pPr>
              <w:jc w:val="both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05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Pr="00452709" w:rsidRDefault="00B809F4" w:rsidP="00452709">
            <w:pPr>
              <w:jc w:val="right"/>
              <w:rPr>
                <w:sz w:val="24"/>
                <w:szCs w:val="24"/>
              </w:rPr>
            </w:pPr>
            <w:r w:rsidRPr="00452709">
              <w:rPr>
                <w:sz w:val="24"/>
                <w:szCs w:val="24"/>
              </w:rPr>
              <w:t>3 056,8</w:t>
            </w:r>
            <w:r w:rsidR="00452709">
              <w:rPr>
                <w:sz w:val="24"/>
                <w:szCs w:val="24"/>
              </w:rPr>
              <w:t>»</w:t>
            </w:r>
          </w:p>
        </w:tc>
      </w:tr>
      <w:tr w:rsidR="00B809F4" w:rsidTr="0045270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09F4" w:rsidRDefault="00B809F4" w:rsidP="00B809F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Default="00B809F4" w:rsidP="00B809F4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Default="00B809F4" w:rsidP="002F3D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Default="00B809F4" w:rsidP="002F3D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09F4" w:rsidRDefault="00B809F4" w:rsidP="002F3D62">
            <w:pPr>
              <w:jc w:val="right"/>
              <w:rPr>
                <w:sz w:val="24"/>
                <w:szCs w:val="24"/>
              </w:rPr>
            </w:pPr>
          </w:p>
        </w:tc>
      </w:tr>
      <w:tr w:rsidR="00B809F4" w:rsidTr="0045270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</w:tr>
      <w:tr w:rsidR="00B809F4" w:rsidTr="0045270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</w:tr>
      <w:tr w:rsidR="00B809F4" w:rsidTr="0045270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 w:val="24"/>
                <w:szCs w:val="24"/>
              </w:rPr>
            </w:pPr>
          </w:p>
        </w:tc>
      </w:tr>
      <w:tr w:rsidR="00B809F4" w:rsidTr="00452709">
        <w:tc>
          <w:tcPr>
            <w:tcW w:w="5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Default="00B809F4" w:rsidP="002F3D62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9F4" w:rsidRDefault="00B809F4" w:rsidP="002F3D62">
            <w:pPr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9F4" w:rsidRDefault="00B809F4" w:rsidP="002F3D62">
            <w:pPr>
              <w:rPr>
                <w:szCs w:val="28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F4" w:rsidRDefault="00B809F4" w:rsidP="00452709">
            <w:pPr>
              <w:ind w:left="-426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А.А. Богодистов </w:t>
            </w:r>
          </w:p>
        </w:tc>
      </w:tr>
    </w:tbl>
    <w:p w:rsidR="00B809F4" w:rsidRPr="0046683C" w:rsidRDefault="00B809F4" w:rsidP="00B809F4"/>
    <w:p w:rsidR="002500BB" w:rsidRPr="00B809F4" w:rsidRDefault="002500BB" w:rsidP="00B809F4"/>
    <w:sectPr w:rsidR="002500BB" w:rsidRPr="00B809F4" w:rsidSect="00B809F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9F4" w:rsidRDefault="00B809F4" w:rsidP="00E12559">
      <w:r>
        <w:separator/>
      </w:r>
    </w:p>
  </w:endnote>
  <w:endnote w:type="continuationSeparator" w:id="0">
    <w:p w:rsidR="00B809F4" w:rsidRDefault="00B809F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9F4" w:rsidRDefault="00B809F4" w:rsidP="00E12559">
      <w:r>
        <w:separator/>
      </w:r>
    </w:p>
  </w:footnote>
  <w:footnote w:type="continuationSeparator" w:id="0">
    <w:p w:rsidR="00B809F4" w:rsidRDefault="00B809F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5E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F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2709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B4022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9F4"/>
    <w:rsid w:val="00B80B14"/>
    <w:rsid w:val="00B81877"/>
    <w:rsid w:val="00B81DC9"/>
    <w:rsid w:val="00B823DB"/>
    <w:rsid w:val="00B857B7"/>
    <w:rsid w:val="00B85E9F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7F8A503-867F-411F-BB78-B5C41541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527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27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B9597-0A6E-4CB5-8FA3-21950AD0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PlanningNormal.dotm</Template>
  <TotalTime>16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Admin-PC</cp:lastModifiedBy>
  <cp:revision>3</cp:revision>
  <cp:lastPrinted>2020-09-24T07:39:00Z</cp:lastPrinted>
  <dcterms:created xsi:type="dcterms:W3CDTF">2020-09-24T07:29:00Z</dcterms:created>
  <dcterms:modified xsi:type="dcterms:W3CDTF">2020-09-28T07:29:00Z</dcterms:modified>
</cp:coreProperties>
</file>